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103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4A24CA" w14:textId="3EBD8BBF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976A9A">
        <w:rPr>
          <w:rFonts w:ascii="Corbel" w:hAnsi="Corbel"/>
          <w:i/>
          <w:smallCaps/>
          <w:sz w:val="24"/>
          <w:szCs w:val="24"/>
        </w:rPr>
        <w:t>2019-2022</w:t>
      </w:r>
    </w:p>
    <w:p w14:paraId="58721E3E" w14:textId="37987D58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202</w:t>
      </w:r>
      <w:r w:rsidR="00976A9A">
        <w:rPr>
          <w:rFonts w:ascii="Corbel" w:hAnsi="Corbel"/>
          <w:bCs/>
          <w:sz w:val="20"/>
          <w:szCs w:val="20"/>
        </w:rPr>
        <w:t>1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976A9A">
        <w:rPr>
          <w:rFonts w:ascii="Corbel" w:hAnsi="Corbel"/>
          <w:bCs/>
          <w:sz w:val="20"/>
          <w:szCs w:val="20"/>
        </w:rPr>
        <w:t>2</w:t>
      </w:r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412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84121">
              <w:rPr>
                <w:rFonts w:ascii="Corbel" w:hAnsi="Corbel"/>
                <w:b w:val="0"/>
                <w:sz w:val="24"/>
                <w:szCs w:val="24"/>
              </w:rPr>
              <w:t>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3A3188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7B83E2A2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0D9A5ECF" w:rsidR="00725C93" w:rsidRPr="009C54AE" w:rsidRDefault="00651E0C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6E2DC203" w:rsidR="00D347D5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 xml:space="preserve">metody klasyfikacji, metody porządkowania. </w:t>
            </w: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 xml:space="preserve">Rodzaje zmiennych diagnostycznych (stymulanty,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lastRenderedPageBreak/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51E0C" w:rsidRPr="009C54AE" w14:paraId="78692596" w14:textId="77777777" w:rsidTr="072ACFCE">
        <w:tc>
          <w:tcPr>
            <w:tcW w:w="1985" w:type="dxa"/>
          </w:tcPr>
          <w:p w14:paraId="68E073C2" w14:textId="77777777" w:rsidR="00651E0C" w:rsidRPr="009C54AE" w:rsidRDefault="00651E0C" w:rsidP="00651E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5C5C1A1" w14:textId="15E6AF20" w:rsidR="00651E0C" w:rsidRPr="00603281" w:rsidRDefault="00651E0C" w:rsidP="00651E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</w:t>
            </w:r>
          </w:p>
        </w:tc>
        <w:tc>
          <w:tcPr>
            <w:tcW w:w="2126" w:type="dxa"/>
          </w:tcPr>
          <w:p w14:paraId="0EA20366" w14:textId="35456F33" w:rsidR="00651E0C" w:rsidRPr="00651E0C" w:rsidRDefault="00651E0C" w:rsidP="00651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1E0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651E0C" w:rsidRPr="009C54AE" w14:paraId="55AD027E" w14:textId="77777777" w:rsidTr="072ACFCE">
        <w:tc>
          <w:tcPr>
            <w:tcW w:w="1985" w:type="dxa"/>
          </w:tcPr>
          <w:p w14:paraId="74D3DAE8" w14:textId="77777777" w:rsidR="00651E0C" w:rsidRPr="009C54AE" w:rsidRDefault="00651E0C" w:rsidP="00651E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651E0C" w:rsidRPr="00603281" w:rsidRDefault="00651E0C" w:rsidP="00651E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</w:tcPr>
          <w:p w14:paraId="5B6F3E11" w14:textId="637E5768" w:rsidR="00651E0C" w:rsidRPr="00651E0C" w:rsidRDefault="00651E0C" w:rsidP="00651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1E0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651E0C" w14:paraId="4E872372" w14:textId="77777777" w:rsidTr="072ACFCE">
        <w:tc>
          <w:tcPr>
            <w:tcW w:w="1985" w:type="dxa"/>
          </w:tcPr>
          <w:p w14:paraId="580A8A04" w14:textId="407B836A" w:rsidR="00651E0C" w:rsidRDefault="00651E0C" w:rsidP="00651E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651E0C" w:rsidRDefault="00651E0C" w:rsidP="00651E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</w:tcPr>
          <w:p w14:paraId="4F699EE4" w14:textId="43B1A4D1" w:rsidR="00651E0C" w:rsidRPr="00651E0C" w:rsidRDefault="00651E0C" w:rsidP="00651E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              </w:t>
            </w:r>
            <w:bookmarkStart w:id="1" w:name="_GoBack"/>
            <w:bookmarkEnd w:id="1"/>
            <w:r w:rsidRPr="00651E0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651E0C" w:rsidRPr="009C54AE" w14:paraId="4C72FCA9" w14:textId="77777777" w:rsidTr="072ACFCE">
        <w:tc>
          <w:tcPr>
            <w:tcW w:w="1985" w:type="dxa"/>
          </w:tcPr>
          <w:p w14:paraId="69458053" w14:textId="2D226936" w:rsidR="00651E0C" w:rsidRPr="009C54AE" w:rsidRDefault="00651E0C" w:rsidP="00651E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651E0C" w:rsidRPr="00603281" w:rsidRDefault="00651E0C" w:rsidP="00651E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AAF482" w14:textId="5F00A283" w:rsidR="00651E0C" w:rsidRPr="00651E0C" w:rsidRDefault="00651E0C" w:rsidP="00651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1E0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77777777" w:rsidR="00105276" w:rsidRPr="00AC79B5" w:rsidRDefault="00105276" w:rsidP="00CE1692">
            <w:pPr>
              <w:jc w:val="center"/>
            </w:pPr>
            <w:r w:rsidRPr="00AC79B5">
              <w:t>30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77777777" w:rsidR="00105276" w:rsidRPr="00AC79B5" w:rsidRDefault="00284121" w:rsidP="00CE1692">
            <w:pPr>
              <w:jc w:val="center"/>
            </w:pPr>
            <w:r>
              <w:t>40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      programu </w:t>
            </w:r>
            <w:proofErr w:type="spellStart"/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, Wydawnictwo Akademii Ekonomicznej w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Krakowie,Kraków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>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1. </w:t>
            </w:r>
            <w:proofErr w:type="spellStart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Walesiak</w:t>
            </w:r>
            <w:proofErr w:type="spellEnd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Wojnar J., Zmiany w poziomie wykorzystania technologii </w:t>
            </w:r>
            <w:proofErr w:type="spellStart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ICT</w:t>
            </w:r>
            <w:proofErr w:type="spellEnd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370A" w14:textId="77777777" w:rsidR="00EA59D2" w:rsidRDefault="00EA59D2" w:rsidP="00C16ABF">
      <w:pPr>
        <w:spacing w:after="0" w:line="240" w:lineRule="auto"/>
      </w:pPr>
      <w:r>
        <w:separator/>
      </w:r>
    </w:p>
  </w:endnote>
  <w:endnote w:type="continuationSeparator" w:id="0">
    <w:p w14:paraId="00281E6E" w14:textId="77777777" w:rsidR="00EA59D2" w:rsidRDefault="00EA59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1BD9A" w14:textId="77777777" w:rsidR="00EA59D2" w:rsidRDefault="00EA59D2" w:rsidP="00C16ABF">
      <w:pPr>
        <w:spacing w:after="0" w:line="240" w:lineRule="auto"/>
      </w:pPr>
      <w:r>
        <w:separator/>
      </w:r>
    </w:p>
  </w:footnote>
  <w:footnote w:type="continuationSeparator" w:id="0">
    <w:p w14:paraId="5CC0EAF5" w14:textId="77777777" w:rsidR="00EA59D2" w:rsidRDefault="00EA59D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1E0C"/>
    <w:rsid w:val="00654934"/>
    <w:rsid w:val="006620D9"/>
    <w:rsid w:val="00671958"/>
    <w:rsid w:val="00675843"/>
    <w:rsid w:val="00682FCA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7691"/>
    <w:rsid w:val="00976A9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A59D2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27F57"/>
    <w:rsid w:val="00F51C4A"/>
    <w:rsid w:val="00F526AF"/>
    <w:rsid w:val="00F617C3"/>
    <w:rsid w:val="00F7066B"/>
    <w:rsid w:val="00F83B28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D873-CE76-473B-92FE-29D468F45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05278E-833E-457F-BA47-F426C6AA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1051</Words>
  <Characters>6310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28</cp:revision>
  <cp:lastPrinted>2019-02-06T12:12:00Z</cp:lastPrinted>
  <dcterms:created xsi:type="dcterms:W3CDTF">2020-10-25T21:27:00Z</dcterms:created>
  <dcterms:modified xsi:type="dcterms:W3CDTF">2021-11-02T08:09:00Z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